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3740" w:rsidP="00C43740" w:rsidRDefault="00C43740" w14:paraId="2C4E59F4" w14:textId="77777777">
      <w:pPr>
        <w:spacing w:after="0" w:line="240" w:lineRule="auto"/>
        <w:jc w:val="right"/>
        <w:rPr>
          <w:rFonts w:ascii="Corbel" w:hAnsi="Corbel"/>
          <w:bCs/>
          <w:i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:rsidR="00C43740" w:rsidP="00C43740" w:rsidRDefault="00C43740" w14:paraId="672A6659" w14:textId="7777777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9C54AE" w:rsidRDefault="0071620A" w14:paraId="425D6E08" w14:textId="0041BF5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714D04">
        <w:rPr>
          <w:rFonts w:ascii="Corbel" w:hAnsi="Corbel"/>
          <w:i/>
          <w:smallCaps/>
          <w:sz w:val="24"/>
          <w:szCs w:val="24"/>
        </w:rPr>
        <w:t>20</w:t>
      </w:r>
      <w:r w:rsidR="00226D33">
        <w:rPr>
          <w:rFonts w:ascii="Corbel" w:hAnsi="Corbel"/>
          <w:i/>
          <w:smallCaps/>
          <w:sz w:val="24"/>
          <w:szCs w:val="24"/>
        </w:rPr>
        <w:t>19</w:t>
      </w:r>
      <w:r w:rsidR="00714D04">
        <w:rPr>
          <w:rFonts w:ascii="Corbel" w:hAnsi="Corbel"/>
          <w:i/>
          <w:smallCaps/>
          <w:sz w:val="24"/>
          <w:szCs w:val="24"/>
        </w:rPr>
        <w:t>-202</w:t>
      </w:r>
      <w:r w:rsidR="00226D33">
        <w:rPr>
          <w:rFonts w:ascii="Corbel" w:hAnsi="Corbel"/>
          <w:i/>
          <w:smallCaps/>
          <w:sz w:val="24"/>
          <w:szCs w:val="24"/>
        </w:rPr>
        <w:t>2</w:t>
      </w:r>
    </w:p>
    <w:p w:rsidRPr="00C43740" w:rsidR="00C43740" w:rsidP="00C221BA" w:rsidRDefault="00C43740" w14:paraId="39922766" w14:textId="6152D701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C43740">
        <w:rPr>
          <w:rFonts w:ascii="Corbel" w:hAnsi="Corbel"/>
          <w:sz w:val="20"/>
          <w:szCs w:val="20"/>
        </w:rPr>
        <w:t>Rok akademicki   202</w:t>
      </w:r>
      <w:r w:rsidR="00226D33">
        <w:rPr>
          <w:rFonts w:ascii="Corbel" w:hAnsi="Corbel"/>
          <w:sz w:val="20"/>
          <w:szCs w:val="20"/>
        </w:rPr>
        <w:t>0</w:t>
      </w:r>
      <w:r w:rsidRPr="00C43740">
        <w:rPr>
          <w:rFonts w:ascii="Corbel" w:hAnsi="Corbel"/>
          <w:sz w:val="20"/>
          <w:szCs w:val="20"/>
        </w:rPr>
        <w:t>/202</w:t>
      </w:r>
      <w:r w:rsidR="00226D33">
        <w:rPr>
          <w:rFonts w:ascii="Corbel" w:hAnsi="Corbel"/>
          <w:sz w:val="20"/>
          <w:szCs w:val="20"/>
        </w:rPr>
        <w:t>1</w:t>
      </w:r>
    </w:p>
    <w:p w:rsidRPr="009C54AE" w:rsidR="0085747A" w:rsidP="00C43740" w:rsidRDefault="0085747A" w14:paraId="5DAB6C7B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7A4EF9D4" w14:textId="77777777">
        <w:tc>
          <w:tcPr>
            <w:tcW w:w="2694" w:type="dxa"/>
            <w:vAlign w:val="center"/>
          </w:tcPr>
          <w:p w:rsidRPr="002623F7" w:rsidR="0085747A" w:rsidP="009C54AE" w:rsidRDefault="0085747A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31C76" w14:paraId="5F3BC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Pr="009C54AE" w:rsidR="0085747A" w:rsidTr="00B819C8" w14:paraId="5E077B3E" w14:textId="77777777">
        <w:tc>
          <w:tcPr>
            <w:tcW w:w="2694" w:type="dxa"/>
            <w:vAlign w:val="center"/>
          </w:tcPr>
          <w:p w:rsidRPr="002623F7" w:rsidR="0085747A" w:rsidP="009C54AE" w:rsidRDefault="0085747A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31C76" w14:paraId="69D48E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E/I/EiZSP/C.1</w:t>
            </w:r>
          </w:p>
        </w:tc>
      </w:tr>
      <w:tr w:rsidRPr="009C54AE" w:rsidR="0085747A" w:rsidTr="00B819C8" w14:paraId="4E2F8C33" w14:textId="77777777">
        <w:tc>
          <w:tcPr>
            <w:tcW w:w="2694" w:type="dxa"/>
            <w:vAlign w:val="center"/>
          </w:tcPr>
          <w:p w:rsidRPr="002623F7" w:rsidR="0085747A" w:rsidP="00153C41" w:rsidRDefault="004606E2" w14:paraId="19552E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2623F7" w:rsidR="0085747A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C221BA" w:rsidRDefault="00C221BA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729EEB71" w14:textId="77777777">
        <w:tc>
          <w:tcPr>
            <w:tcW w:w="2694" w:type="dxa"/>
            <w:vAlign w:val="center"/>
          </w:tcPr>
          <w:p w:rsidRPr="002623F7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32FEF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3A3C28" w:rsidTr="00B819C8" w14:paraId="048482E6" w14:textId="77777777">
        <w:tc>
          <w:tcPr>
            <w:tcW w:w="2694" w:type="dxa"/>
            <w:vAlign w:val="center"/>
          </w:tcPr>
          <w:p w:rsidRPr="002623F7" w:rsidR="003A3C28" w:rsidP="009C54AE" w:rsidRDefault="003A3C28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3A3C28" w:rsidP="002E1A3F" w:rsidRDefault="003A3C28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3A3C28" w:rsidTr="00B819C8" w14:paraId="56001C08" w14:textId="77777777">
        <w:tc>
          <w:tcPr>
            <w:tcW w:w="2694" w:type="dxa"/>
            <w:vAlign w:val="center"/>
          </w:tcPr>
          <w:p w:rsidRPr="002623F7" w:rsidR="003A3C28" w:rsidP="009C54AE" w:rsidRDefault="003A3C28" w14:paraId="79638D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Pr="009C54AE" w:rsidR="003A3C28" w:rsidP="002E1A3F" w:rsidRDefault="00232FEF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3A3C28" w:rsidTr="00B819C8" w14:paraId="3A488BE5" w14:textId="77777777">
        <w:tc>
          <w:tcPr>
            <w:tcW w:w="2694" w:type="dxa"/>
            <w:vAlign w:val="center"/>
          </w:tcPr>
          <w:p w:rsidRPr="002623F7" w:rsidR="003A3C28" w:rsidP="009C54AE" w:rsidRDefault="003A3C28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4841F0" w:rsidR="003A3C28" w:rsidP="002E1A3F" w:rsidRDefault="003A3C28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Pr="009C54AE" w:rsidR="00C31C76" w:rsidTr="00B819C8" w14:paraId="5C70B2EB" w14:textId="77777777">
        <w:tc>
          <w:tcPr>
            <w:tcW w:w="2694" w:type="dxa"/>
            <w:vAlign w:val="center"/>
          </w:tcPr>
          <w:p w:rsidRPr="002623F7" w:rsidR="00C31C76" w:rsidP="009C54AE" w:rsidRDefault="00C31C76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C31C76" w:rsidP="002623F7" w:rsidRDefault="004606E2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C31C76" w:rsidTr="00B819C8" w14:paraId="587CEDC4" w14:textId="77777777">
        <w:tc>
          <w:tcPr>
            <w:tcW w:w="2694" w:type="dxa"/>
            <w:vAlign w:val="center"/>
          </w:tcPr>
          <w:p w:rsidRPr="002623F7" w:rsidR="00C31C76" w:rsidP="009C54AE" w:rsidRDefault="00C31C76" w14:paraId="393EE5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9C54AE" w:rsidR="00C31C76" w:rsidP="00C31C76" w:rsidRDefault="00C31C76" w14:paraId="09A16E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Pr="009C54AE" w:rsidR="00C31C76" w:rsidTr="00B819C8" w14:paraId="66895247" w14:textId="77777777">
        <w:tc>
          <w:tcPr>
            <w:tcW w:w="2694" w:type="dxa"/>
            <w:vAlign w:val="center"/>
          </w:tcPr>
          <w:p w:rsidRPr="002623F7" w:rsidR="00C31C76" w:rsidP="009C54AE" w:rsidRDefault="00C31C76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C31C76" w:rsidP="00714D04" w:rsidRDefault="004606E2" w14:paraId="2E97545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00B819C8" w14:paraId="5A90A06A" w14:textId="77777777">
        <w:tc>
          <w:tcPr>
            <w:tcW w:w="2694" w:type="dxa"/>
            <w:vAlign w:val="center"/>
          </w:tcPr>
          <w:p w:rsidRPr="002623F7" w:rsidR="00C31C76" w:rsidP="009C54AE" w:rsidRDefault="00C31C76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C31C76" w:rsidP="002623F7" w:rsidRDefault="00474B50" w14:paraId="2FB77B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00B819C8" w14:paraId="3F08453E" w14:textId="77777777">
        <w:tc>
          <w:tcPr>
            <w:tcW w:w="2694" w:type="dxa"/>
            <w:vAlign w:val="center"/>
          </w:tcPr>
          <w:p w:rsidRPr="002623F7" w:rsidR="00C31C76" w:rsidP="009C54AE" w:rsidRDefault="00C31C76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C31C76" w:rsidP="00C31C76" w:rsidRDefault="00BA6E4F" w14:paraId="1A4C35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Małgorzata Wosiek</w:t>
            </w:r>
          </w:p>
        </w:tc>
      </w:tr>
      <w:tr w:rsidRPr="009C54AE" w:rsidR="00C31C76" w:rsidTr="00B819C8" w14:paraId="2C6DA91F" w14:textId="77777777">
        <w:tc>
          <w:tcPr>
            <w:tcW w:w="2694" w:type="dxa"/>
            <w:vAlign w:val="center"/>
          </w:tcPr>
          <w:p w:rsidRPr="002623F7" w:rsidR="00C31C76" w:rsidP="009C54AE" w:rsidRDefault="00C31C76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C31C76" w:rsidP="00450367" w:rsidRDefault="00BA6E4F" w14:paraId="6204256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:rsidRPr="004606E2" w:rsidR="0085747A" w:rsidP="009C54AE" w:rsidRDefault="0085747A" w14:paraId="2EA7DA0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4606E2" w:rsid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:rsidRPr="009C54AE" w:rsidR="0085747A" w:rsidP="009C54AE" w:rsidRDefault="0085747A" w14:paraId="58DA35E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9C54AE" w:rsidR="00923D7D" w:rsidP="009C54AE" w:rsidRDefault="00923D7D" w14:paraId="02EB378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Pr="009C54AE" w:rsidR="00015B8F" w:rsidTr="00015B8F" w14:paraId="6B53DC6D" w14:textId="77777777"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623F7" w:rsidR="00015B8F" w:rsidP="00ED29C0" w:rsidRDefault="00015B8F" w14:paraId="493A0CA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2623F7" w:rsidR="00015B8F" w:rsidP="00ED29C0" w:rsidRDefault="002B5EA0" w14:paraId="64C63F3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2623F7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3860AB2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646F369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409DDAD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0AB6E05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23F7" w:rsidR="00015B8F" w:rsidP="00ED29C0" w:rsidRDefault="00015B8F" w14:paraId="0B273B9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63A8E3D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69FA399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5B5B1B4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58C1295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Pr="009C54AE" w:rsidR="00015B8F" w:rsidTr="00531D4A" w14:paraId="29DDE202" w14:textId="77777777">
        <w:trPr>
          <w:trHeight w:val="453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5A5D72" w14:paraId="2598DE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5A5D72" w14:paraId="21989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5A5D72" w14:paraId="33CFEC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5A5D72" w14:paraId="279935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9C54AE" w:rsidRDefault="0085747A" w14:paraId="586A716A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4A6CE6" w:rsidR="004A6CE6" w:rsidP="004A6CE6" w:rsidRDefault="004A6CE6" w14:paraId="54B90724" w14:textId="00FBE6AF">
      <w:pPr>
        <w:spacing w:after="0" w:line="240" w:lineRule="auto"/>
        <w:ind w:left="426"/>
        <w:textAlignment w:val="baseline"/>
        <w:rPr>
          <w:rFonts w:ascii="Segoe UI" w:hAnsi="Segoe UI" w:eastAsia="Times New Roman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hAnsi="Wingdings" w:eastAsia="Wingdings" w:cs="Wingdings"/>
          <w:sz w:val="28"/>
          <w:szCs w:val="28"/>
          <w:lang w:eastAsia="pl-PL"/>
        </w:rPr>
        <w:t>þ</w:t>
      </w:r>
      <w:r w:rsidRPr="004A6CE6">
        <w:rPr>
          <w:rFonts w:ascii="Corbel" w:hAnsi="Corbel" w:eastAsia="Times New Roman" w:cs="Segoe UI"/>
          <w:sz w:val="28"/>
          <w:szCs w:val="28"/>
          <w:lang w:eastAsia="pl-PL"/>
        </w:rPr>
        <w:t> </w:t>
      </w:r>
      <w:r w:rsidRPr="004A6CE6">
        <w:rPr>
          <w:rFonts w:ascii="Corbel" w:hAnsi="Corbel" w:eastAsia="Times New Roman" w:cs="Segoe UI"/>
          <w:sz w:val="24"/>
          <w:szCs w:val="24"/>
          <w:lang w:eastAsia="pl-PL"/>
        </w:rPr>
        <w:t>zajęcia w formie tradycyjnej</w:t>
      </w:r>
    </w:p>
    <w:p w:rsidR="0085747A" w:rsidP="004A6CE6" w:rsidRDefault="004A6CE6" w14:paraId="44EAFD9C" w14:textId="461652C5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hint="eastAsia" w:ascii="MS Gothic" w:hAnsi="MS Gothic" w:eastAsia="MS Gothic" w:cs="Segoe UI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:rsidRPr="00ED29C0" w:rsidR="004A6CE6" w:rsidP="004A6CE6" w:rsidRDefault="004A6CE6" w14:paraId="617221C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6E4F" w:rsidP="009C54AE" w:rsidRDefault="00E22FBC" w14:paraId="74A9FF54" w14:textId="77777777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:rsidRPr="009C54AE" w:rsidR="00E22FBC" w:rsidP="6AFF7347" w:rsidRDefault="005A5D72" w14:paraId="543CA6E7" w14:textId="30CEDDBD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6AFF7347" w:rsidR="1D24DB9D">
        <w:rPr>
          <w:rFonts w:ascii="Corbel" w:hAnsi="Corbel"/>
          <w:b w:val="0"/>
          <w:bCs w:val="0"/>
          <w:caps w:val="0"/>
          <w:smallCaps w:val="0"/>
        </w:rPr>
        <w:t>E</w:t>
      </w:r>
      <w:r w:rsidRPr="6AFF7347" w:rsidR="005A5D72">
        <w:rPr>
          <w:rFonts w:ascii="Corbel" w:hAnsi="Corbel"/>
          <w:b w:val="0"/>
          <w:bCs w:val="0"/>
          <w:caps w:val="0"/>
          <w:smallCaps w:val="0"/>
        </w:rPr>
        <w:t>gzamin</w:t>
      </w:r>
      <w:r w:rsidRPr="6AFF7347" w:rsidR="1D24DB9D">
        <w:rPr>
          <w:rFonts w:ascii="Corbel" w:hAnsi="Corbel"/>
          <w:b w:val="0"/>
          <w:bCs w:val="0"/>
          <w:caps w:val="0"/>
          <w:smallCaps w:val="0"/>
        </w:rPr>
        <w:t>, zaliczenie z oceną- ćwiczenia</w:t>
      </w:r>
    </w:p>
    <w:p w:rsidRPr="00ED29C0" w:rsidR="00FC0C5A" w:rsidP="009C54AE" w:rsidRDefault="00FC0C5A" w14:paraId="4B94D5A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85747A" w14:paraId="57449D8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Pr="00ED29C0" w:rsidR="00923D7D" w:rsidP="009C54AE" w:rsidRDefault="00923D7D" w14:paraId="3DEEC6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B9E986D" w14:textId="77777777">
        <w:tc>
          <w:tcPr>
            <w:tcW w:w="9670" w:type="dxa"/>
          </w:tcPr>
          <w:p w:rsidRPr="009C54AE" w:rsidR="0085747A" w:rsidP="00667669" w:rsidRDefault="00B52453" w14:paraId="70257EA7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35559A" w:rsidP="009C54AE" w:rsidRDefault="0035559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6864EF3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>, treści Programowe i stosowane metody Dydaktyczne</w:t>
      </w:r>
    </w:p>
    <w:p w:rsidRPr="009C54AE" w:rsidR="0085747A" w:rsidP="009C54AE" w:rsidRDefault="0085747A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C42DF13" w14:textId="77777777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Pr="009C54AE" w:rsidR="0085747A">
        <w:rPr>
          <w:rFonts w:ascii="Corbel" w:hAnsi="Corbel"/>
          <w:sz w:val="24"/>
          <w:szCs w:val="24"/>
        </w:rPr>
        <w:t>Cele przedmiotu</w:t>
      </w:r>
    </w:p>
    <w:p w:rsidRPr="0035559A" w:rsidR="0035559A" w:rsidP="009C54AE" w:rsidRDefault="0035559A" w14:paraId="53128261" w14:textId="77777777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542AD29E" w14:textId="77777777">
        <w:tc>
          <w:tcPr>
            <w:tcW w:w="851" w:type="dxa"/>
            <w:vAlign w:val="center"/>
          </w:tcPr>
          <w:p w:rsidRPr="002623F7" w:rsidR="0085747A" w:rsidP="009C54AE" w:rsidRDefault="009967FB" w14:paraId="6780E77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:rsidRPr="002623F7" w:rsidR="0085747A" w:rsidP="00714D04" w:rsidRDefault="00BA6E4F" w14:paraId="48456C74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Pr="002623F7" w:rsidR="0086205A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85747A" w:rsidTr="00923D7D" w14:paraId="2D509166" w14:textId="77777777">
        <w:tc>
          <w:tcPr>
            <w:tcW w:w="851" w:type="dxa"/>
            <w:vAlign w:val="center"/>
          </w:tcPr>
          <w:p w:rsidRPr="002623F7" w:rsidR="0085747A" w:rsidP="009C54AE" w:rsidRDefault="00B52453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2623F7" w:rsidR="0085747A" w:rsidP="00714D04" w:rsidRDefault="00BA6E4F" w14:paraId="414E33F1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2623F7" w:rsidR="0086205A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85747A" w:rsidTr="00923D7D" w14:paraId="0BDE515A" w14:textId="77777777">
        <w:tc>
          <w:tcPr>
            <w:tcW w:w="851" w:type="dxa"/>
            <w:vAlign w:val="center"/>
          </w:tcPr>
          <w:p w:rsidRPr="002623F7" w:rsidR="0085747A" w:rsidP="009C54AE" w:rsidRDefault="00B52453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2623F7" w:rsidR="0085747A" w:rsidP="00714D04" w:rsidRDefault="00BA6E4F" w14:paraId="12AEE47F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2623F7" w:rsidR="0086205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:rsidRPr="009C54AE" w:rsidR="0085747A" w:rsidP="009C54AE" w:rsidRDefault="0085747A" w14:paraId="62486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3CC8F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:rsidRPr="009C54AE" w:rsidR="001D7B54" w:rsidP="009C54AE" w:rsidRDefault="001D7B54" w14:paraId="410165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Pr="009C54AE" w:rsidR="0085747A" w:rsidTr="048688A5" w14:paraId="0613E806" w14:textId="77777777">
        <w:tc>
          <w:tcPr>
            <w:tcW w:w="1418" w:type="dxa"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Pr="009C54AE" w:rsidR="0085747A" w:rsidP="009C54AE" w:rsidRDefault="0085747A" w14:paraId="70EE92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vAlign w:val="center"/>
          </w:tcPr>
          <w:p w:rsidRPr="009C54AE" w:rsidR="0085747A" w:rsidP="009C54AE" w:rsidRDefault="00031055" w14:paraId="728487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Pr="009C54AE" w:rsidR="0086205A" w:rsidTr="048688A5" w14:paraId="08A4D089" w14:textId="77777777">
        <w:tc>
          <w:tcPr>
            <w:tcW w:w="1418" w:type="dxa"/>
          </w:tcPr>
          <w:p w:rsidRPr="009C54AE" w:rsidR="0086205A" w:rsidP="009C54AE" w:rsidRDefault="00ED29C0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6205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:rsidRPr="009C54AE" w:rsidR="0086205A" w:rsidP="048688A5" w:rsidRDefault="00806A3B" w14:paraId="5EEC9C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Pr="048688A5" w:rsidR="00BA6E4F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:rsidRPr="0086205A" w:rsidR="0086205A" w:rsidP="004606E2" w:rsidRDefault="0086205A" w14:paraId="27F8033C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:rsidRPr="0086205A" w:rsidR="0086205A" w:rsidP="004606E2" w:rsidRDefault="0086205A" w14:paraId="4B99056E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C54AE" w:rsidR="0086205A" w:rsidTr="048688A5" w14:paraId="294E976F" w14:textId="77777777">
        <w:tc>
          <w:tcPr>
            <w:tcW w:w="1418" w:type="dxa"/>
          </w:tcPr>
          <w:p w:rsidRPr="009C54AE" w:rsidR="0086205A" w:rsidP="009C54AE" w:rsidRDefault="0086205A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Pr="009C54AE" w:rsidR="0086205A" w:rsidP="048688A5" w:rsidRDefault="00806A3B" w14:paraId="02DBA7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Pr="048688A5" w:rsidR="00BA6E4F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:rsidRPr="0086205A" w:rsidR="0086205A" w:rsidP="004606E2" w:rsidRDefault="0086205A" w14:paraId="4D4393DB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:rsidRPr="0086205A" w:rsidR="0086205A" w:rsidP="004606E2" w:rsidRDefault="0086205A" w14:paraId="4BB8B948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Pr="009C54AE" w:rsidR="0086205A" w:rsidTr="048688A5" w14:paraId="32D9175F" w14:textId="77777777">
        <w:tc>
          <w:tcPr>
            <w:tcW w:w="1418" w:type="dxa"/>
          </w:tcPr>
          <w:p w:rsidRPr="009C54AE" w:rsidR="0086205A" w:rsidP="0086205A" w:rsidRDefault="0086205A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:rsidRPr="0086205A" w:rsidR="0086205A" w:rsidP="048688A5" w:rsidRDefault="00806A3B" w14:paraId="6A1E68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Pr="048688A5" w:rsidR="00BA6E4F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:rsidRPr="0086205A" w:rsidR="0086205A" w:rsidP="004606E2" w:rsidRDefault="0086205A" w14:paraId="3CFCD0C1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K_U01</w:t>
            </w:r>
          </w:p>
          <w:p w:rsidRPr="0086205A" w:rsidR="0086205A" w:rsidP="004606E2" w:rsidRDefault="0086205A" w14:paraId="1299C43A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C54AE" w:rsidR="0086205A" w:rsidTr="048688A5" w14:paraId="61C4D035" w14:textId="77777777">
        <w:tc>
          <w:tcPr>
            <w:tcW w:w="1418" w:type="dxa"/>
          </w:tcPr>
          <w:p w:rsidRPr="009C54AE" w:rsidR="0086205A" w:rsidP="0086205A" w:rsidRDefault="0086205A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:rsidRPr="0086205A" w:rsidR="00806A3B" w:rsidP="048688A5" w:rsidRDefault="00806A3B" w14:paraId="72AB415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Pr="048688A5" w:rsidR="00521F67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Pr="048688A5" w:rsidR="00824D71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Pr="048688A5" w:rsidR="00824D71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Pr="048688A5" w:rsidR="00BA6E4F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:rsidRPr="0086205A" w:rsidR="0086205A" w:rsidP="004606E2" w:rsidRDefault="0086205A" w14:paraId="5B2AA153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:rsidRPr="0086205A" w:rsidR="0086205A" w:rsidP="004606E2" w:rsidRDefault="0086205A" w14:paraId="4DDBEF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461D7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6A147C" w:rsidRDefault="00675843" w14:paraId="3B2CFE4B" w14:textId="7777777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:rsidRPr="009C54AE" w:rsidR="0085747A" w:rsidP="006A147C" w:rsidRDefault="0085747A" w14:paraId="7D0EF860" w14:textId="777777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87EA2A8" w14:textId="77777777">
        <w:tc>
          <w:tcPr>
            <w:tcW w:w="9639" w:type="dxa"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6205A" w:rsidTr="00923D7D" w14:paraId="0914428D" w14:textId="77777777">
        <w:tc>
          <w:tcPr>
            <w:tcW w:w="9639" w:type="dxa"/>
          </w:tcPr>
          <w:p w:rsidRPr="0086205A" w:rsidR="0086205A" w:rsidP="008A7B30" w:rsidRDefault="0086205A" w14:paraId="119E976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Pr="009C54AE" w:rsidR="0086205A" w:rsidTr="00923D7D" w14:paraId="319981C5" w14:textId="77777777">
        <w:tc>
          <w:tcPr>
            <w:tcW w:w="9639" w:type="dxa"/>
          </w:tcPr>
          <w:p w:rsidRPr="0086205A" w:rsidR="0086205A" w:rsidP="00677FE3" w:rsidRDefault="0086205A" w14:paraId="59E54A5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Ekonomia dobrobytu jako teoretyczna podstawa ekonomii sektora publicznego: rynek i jego efektywność w ujęciu Pareto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Pr="009C54AE" w:rsidR="0086205A" w:rsidTr="00923D7D" w14:paraId="0CEC4D5F" w14:textId="77777777">
        <w:tc>
          <w:tcPr>
            <w:tcW w:w="9639" w:type="dxa"/>
          </w:tcPr>
          <w:p w:rsidRPr="0086205A" w:rsidR="0086205A" w:rsidP="0086205A" w:rsidRDefault="0086205A" w14:paraId="42BCDCB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hint="eastAsia" w:ascii="Corbel" w:hAnsi="Corbel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Pr="009C54AE" w:rsidR="0086205A" w:rsidTr="00923D7D" w14:paraId="61F608F5" w14:textId="77777777">
        <w:tc>
          <w:tcPr>
            <w:tcW w:w="9639" w:type="dxa"/>
          </w:tcPr>
          <w:p w:rsidRPr="0086205A" w:rsidR="0086205A" w:rsidP="0086205A" w:rsidRDefault="00B41FFF" w14:paraId="6D8A3BA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Pr="0086205A" w:rsidR="0086205A">
              <w:rPr>
                <w:rFonts w:ascii="Corbel" w:hAnsi="Corbel"/>
                <w:sz w:val="24"/>
                <w:szCs w:val="24"/>
              </w:rPr>
              <w:t>: modele g</w:t>
            </w:r>
            <w:r w:rsidRPr="0086205A" w:rsidR="0086205A">
              <w:rPr>
                <w:rFonts w:hint="eastAsia" w:ascii="Corbel" w:hAnsi="Corbel"/>
                <w:sz w:val="24"/>
                <w:szCs w:val="24"/>
              </w:rPr>
              <w:t>ł</w:t>
            </w:r>
            <w:r w:rsidRPr="0086205A" w:rsid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Pr="009C54AE" w:rsidR="0086205A" w:rsidTr="00923D7D" w14:paraId="182EDB90" w14:textId="77777777">
        <w:tc>
          <w:tcPr>
            <w:tcW w:w="9639" w:type="dxa"/>
          </w:tcPr>
          <w:p w:rsidRPr="0086205A" w:rsidR="0086205A" w:rsidP="00677FE3" w:rsidRDefault="0086205A" w14:paraId="476E7AC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Pr="009C54AE" w:rsidR="00824D71" w:rsidTr="00923D7D" w14:paraId="7ECC769F" w14:textId="77777777">
        <w:tc>
          <w:tcPr>
            <w:tcW w:w="9639" w:type="dxa"/>
          </w:tcPr>
          <w:p w:rsidRPr="0086205A" w:rsidR="00824D71" w:rsidP="00677FE3" w:rsidRDefault="00824D71" w14:paraId="3C89F17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Pr="009C54AE" w:rsidR="0086205A" w:rsidTr="00923D7D" w14:paraId="1694D54D" w14:textId="77777777">
        <w:tc>
          <w:tcPr>
            <w:tcW w:w="9639" w:type="dxa"/>
          </w:tcPr>
          <w:p w:rsidRPr="0086205A" w:rsidR="0086205A" w:rsidP="00824D71" w:rsidRDefault="0086205A" w14:paraId="4ABCF47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a sektor prywatny. Rodzaje interakcji pomiędzy sektorem publicznym i prywatnym. Źródła problemów w kontaktach pomiędzy sferą publiczną i prywatną. 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non-profit.</w:t>
            </w:r>
          </w:p>
        </w:tc>
      </w:tr>
      <w:tr w:rsidRPr="009C54AE" w:rsidR="00D11280" w:rsidTr="00923D7D" w14:paraId="3DCD8FF9" w14:textId="77777777">
        <w:tc>
          <w:tcPr>
            <w:tcW w:w="9639" w:type="dxa"/>
          </w:tcPr>
          <w:p w:rsidRPr="0086205A" w:rsidR="00D11280" w:rsidP="0053110F" w:rsidRDefault="00D11280" w14:paraId="5C7EC3B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:rsidRPr="009C54AE" w:rsidR="0085747A" w:rsidP="0086205A" w:rsidRDefault="0085747A" w14:paraId="3CF2D8B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667669" w:rsidP="009C54AE" w:rsidRDefault="0085747A" w14:paraId="56CF59E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:rsidRPr="009C54AE" w:rsidR="0085747A" w:rsidP="00667669" w:rsidRDefault="0085747A" w14:paraId="29D6B04F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5225495" w14:textId="77777777">
        <w:tc>
          <w:tcPr>
            <w:tcW w:w="9639" w:type="dxa"/>
          </w:tcPr>
          <w:p w:rsidRPr="009C54AE" w:rsidR="0085747A" w:rsidP="009C54AE" w:rsidRDefault="0085747A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6205A" w:rsidTr="00923D7D" w14:paraId="7A38DF8A" w14:textId="77777777">
        <w:tc>
          <w:tcPr>
            <w:tcW w:w="9639" w:type="dxa"/>
          </w:tcPr>
          <w:p w:rsidRPr="0086205A" w:rsidR="0086205A" w:rsidP="00BA6E4F" w:rsidRDefault="0086205A" w14:paraId="5C329A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6205A" w:rsidR="004833BD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Pr="0086205A" w:rsidR="004833BD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Pr="0086205A" w:rsidR="004833BD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00923D7D" w14:paraId="655ED1BE" w14:textId="77777777">
        <w:tc>
          <w:tcPr>
            <w:tcW w:w="9639" w:type="dxa"/>
          </w:tcPr>
          <w:p w:rsidRPr="009C54AE" w:rsidR="0085747A" w:rsidP="00BE2E58" w:rsidRDefault="00431FED" w14:paraId="2FD8DA0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Pr="009C54AE" w:rsidR="0085747A" w:rsidTr="00923D7D" w14:paraId="55944F7C" w14:textId="77777777">
        <w:tc>
          <w:tcPr>
            <w:tcW w:w="9639" w:type="dxa"/>
          </w:tcPr>
          <w:p w:rsidRPr="009C54AE" w:rsidR="0085747A" w:rsidP="001E0C12" w:rsidRDefault="00B41FFF" w14:paraId="01C82D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00923D7D" w14:paraId="6E4308A2" w14:textId="77777777">
        <w:tc>
          <w:tcPr>
            <w:tcW w:w="9639" w:type="dxa"/>
          </w:tcPr>
          <w:p w:rsidRPr="009C54AE" w:rsidR="0085747A" w:rsidP="009C54AE" w:rsidRDefault="00E8382A" w14:paraId="735BC8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Pr="009C54AE" w:rsidR="00B41FFF" w:rsidTr="002623F7" w14:paraId="3F7CF35C" w14:textId="77777777">
        <w:tc>
          <w:tcPr>
            <w:tcW w:w="9639" w:type="dxa"/>
          </w:tcPr>
          <w:p w:rsidRPr="0086205A" w:rsidR="00B41FFF" w:rsidP="002623F7" w:rsidRDefault="00B41FFF" w14:paraId="6FA3B92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Pr="009C54AE" w:rsidR="00E8382A" w:rsidTr="00923D7D" w14:paraId="65C1E2F7" w14:textId="77777777">
        <w:tc>
          <w:tcPr>
            <w:tcW w:w="9639" w:type="dxa"/>
          </w:tcPr>
          <w:p w:rsidR="00E8382A" w:rsidP="00677FE3" w:rsidRDefault="00824D71" w14:paraId="0F02CD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:rsidRPr="009C54AE" w:rsidR="0085747A" w:rsidP="009C54AE" w:rsidRDefault="0085747A" w14:paraId="0FB7827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9097ED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FC39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24D71" w:rsidP="00824D71" w:rsidRDefault="00824D71" w14:paraId="5F83D8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:rsidRPr="00A71CB9" w:rsidR="00824D71" w:rsidP="6AFF7347" w:rsidRDefault="00824D71" w14:paraId="12F60EB9" w14:textId="5F8A44F2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6AFF7347" w:rsidR="00824D71">
        <w:rPr>
          <w:rFonts w:ascii="Corbel" w:hAnsi="Corbel"/>
          <w:b w:val="0"/>
          <w:bCs w:val="0"/>
          <w:caps w:val="0"/>
          <w:smallCaps w:val="0"/>
        </w:rPr>
        <w:t>Ćwiczenia: dyskusja, analiza i interpretacja danych staty</w:t>
      </w:r>
      <w:r w:rsidRPr="6AFF7347" w:rsidR="00D11280">
        <w:rPr>
          <w:rFonts w:ascii="Corbel" w:hAnsi="Corbel"/>
          <w:b w:val="0"/>
          <w:bCs w:val="0"/>
          <w:caps w:val="0"/>
          <w:smallCaps w:val="0"/>
        </w:rPr>
        <w:t>stycznych</w:t>
      </w:r>
      <w:r w:rsidRPr="6AFF7347" w:rsidR="42CA31AF">
        <w:rPr>
          <w:rFonts w:ascii="Corbel" w:hAnsi="Corbel"/>
          <w:b w:val="0"/>
          <w:bCs w:val="0"/>
          <w:caps w:val="0"/>
          <w:smallCaps w:val="0"/>
        </w:rPr>
        <w:t>, prezentacja referatu</w:t>
      </w:r>
    </w:p>
    <w:p w:rsidRPr="009C54AE" w:rsidR="003E1941" w:rsidP="009C54AE" w:rsidRDefault="003E1941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4CE0A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C7ABEB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Pr="009C54AE" w:rsidR="0085747A" w:rsidTr="048688A5" w14:paraId="3CD72C34" w14:textId="77777777">
        <w:tc>
          <w:tcPr>
            <w:tcW w:w="1843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Pr="009C54AE" w:rsidR="0085747A" w:rsidP="009C54AE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24D71" w:rsidTr="048688A5" w14:paraId="45D06242" w14:textId="77777777">
        <w:tc>
          <w:tcPr>
            <w:tcW w:w="1843" w:type="dxa"/>
          </w:tcPr>
          <w:p w:rsidRPr="009C54AE" w:rsidR="00824D71" w:rsidP="009C54AE" w:rsidRDefault="00767EE3" w14:paraId="24D59B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824D7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:rsidRPr="00BA6E4F" w:rsidR="00824D71" w:rsidP="002623F7" w:rsidRDefault="00824D71" w14:paraId="792506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:rsidRPr="00BA6E4F" w:rsidR="00824D71" w:rsidP="009C54AE" w:rsidRDefault="00824D71" w14:paraId="2F73B9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Pr="009C54AE" w:rsidR="00824D71" w:rsidTr="048688A5" w14:paraId="3DE787EC" w14:textId="77777777">
        <w:tc>
          <w:tcPr>
            <w:tcW w:w="1843" w:type="dxa"/>
          </w:tcPr>
          <w:p w:rsidRPr="009C54AE" w:rsidR="00824D71" w:rsidP="00767EE3" w:rsidRDefault="00767EE3" w14:paraId="696357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 w:rsidR="00824D71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:rsidRPr="00BA6E4F" w:rsidR="00824D71" w:rsidP="002623F7" w:rsidRDefault="00824D71" w14:paraId="46D831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:rsidRPr="00BA6E4F" w:rsidR="00824D71" w:rsidP="009C54AE" w:rsidRDefault="00824D71" w14:paraId="35F774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Pr="009C54AE" w:rsidR="00824D71" w:rsidTr="048688A5" w14:paraId="6F301D98" w14:textId="77777777">
        <w:tc>
          <w:tcPr>
            <w:tcW w:w="1843" w:type="dxa"/>
          </w:tcPr>
          <w:p w:rsidRPr="009C54AE" w:rsidR="00824D71" w:rsidP="00824D71" w:rsidRDefault="00767EE3" w14:paraId="3369B2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824D71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Pr="009C54AE" w:rsidR="00824D7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Pr="00BA6E4F" w:rsidR="00824D71" w:rsidP="002623F7" w:rsidRDefault="00824D71" w14:paraId="667E69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:rsidRPr="00BA6E4F" w:rsidR="00824D71" w:rsidP="009C54AE" w:rsidRDefault="00824D71" w14:paraId="3D54A6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Pr="009C54AE" w:rsidR="00824D71" w:rsidTr="048688A5" w14:paraId="5878DE6D" w14:textId="77777777">
        <w:tc>
          <w:tcPr>
            <w:tcW w:w="1843" w:type="dxa"/>
          </w:tcPr>
          <w:p w:rsidRPr="009C54AE" w:rsidR="00824D71" w:rsidP="00767EE3" w:rsidRDefault="00767EE3" w14:paraId="17CCA2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 w:rsidR="00824D71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:rsidRPr="00BA6E4F" w:rsidR="00824D71" w:rsidP="048688A5" w:rsidRDefault="00824D71" w14:paraId="6E92F811" w14:textId="4E6A8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:rsidRPr="00BA6E4F" w:rsidR="00824D71" w:rsidP="009C54AE" w:rsidRDefault="008272CB" w14:paraId="7238A3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:rsidR="00BA6E4F" w:rsidP="009C54AE" w:rsidRDefault="00BA6E4F" w14:paraId="6D98A12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3E1941" w14:paraId="312CE4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946DB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9D78EBC" w14:paraId="58D1794C" w14:textId="77777777">
        <w:tc>
          <w:tcPr>
            <w:tcW w:w="9670" w:type="dxa"/>
          </w:tcPr>
          <w:p w:rsidR="008272CB" w:rsidP="009C54AE" w:rsidRDefault="008272CB" w14:paraId="65F98D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="00F6705E" w:rsidP="008272CB" w:rsidRDefault="008272CB" w14:paraId="2A38BA9B" w14:textId="77777777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:rsidRPr="008272CB" w:rsidR="00F6705E" w:rsidP="00F6705E" w:rsidRDefault="00F6705E" w14:paraId="304BDE2A" w14:textId="619444E7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Pr="09D78EBC" w:rsidR="00BE2E58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Pr="09D78EBC" w:rsidR="00BE2E58">
              <w:rPr>
                <w:rFonts w:ascii="Corbel" w:hAnsi="Corbel"/>
              </w:rPr>
              <w:t>;</w:t>
            </w:r>
          </w:p>
          <w:p w:rsidRPr="00BE2E58" w:rsidR="00BE2E58" w:rsidP="00BE2E58" w:rsidRDefault="00F6705E" w14:paraId="5EECF5AF" w14:textId="3C1AB496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Pr="09D78EBC" w:rsidR="008272CB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Pr="09D78EBC" w:rsidR="00BE2E58">
              <w:rPr>
                <w:rFonts w:ascii="Corbel" w:hAnsi="Corbel"/>
              </w:rPr>
              <w:t>;</w:t>
            </w:r>
          </w:p>
          <w:p w:rsidRPr="00BE2E58" w:rsidR="00F6705E" w:rsidP="008272CB" w:rsidRDefault="00BE2E58" w14:paraId="54769906" w14:textId="77777777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>cena 5,0 wymaga zdobycia 95% maksymalnej liczby punktów przypisanych przez prowadzących zajęcia do poszczególnych prac i aktywności składających się na zaliczenie przedmiotu.</w:t>
            </w:r>
          </w:p>
          <w:p w:rsidRPr="008272CB" w:rsidR="008272CB" w:rsidP="008272CB" w:rsidRDefault="008272CB" w14:paraId="50BEC4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:rsidRPr="008272CB" w:rsidR="008272CB" w:rsidP="008272CB" w:rsidRDefault="008272CB" w14:paraId="426BFE98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Pr="007918CB" w:rsidR="0085747A" w:rsidP="09D78EBC" w:rsidRDefault="008272CB" w14:paraId="0765E6C1" w14:textId="212A5CB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Pr="09D78EBC" w:rsidR="18EE6E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9D78EBC" w:rsidR="18EE6E26">
              <w:rPr>
                <w:rFonts w:ascii="Corbel" w:hAnsi="Corbel" w:eastAsia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:rsidR="00F6705E" w:rsidP="009C54AE" w:rsidRDefault="00F6705E" w14:paraId="5997CC1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10FFD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040"/>
        <w:gridCol w:w="4480"/>
      </w:tblGrid>
      <w:tr w:rsidRPr="009C54AE" w:rsidR="0085747A" w:rsidTr="0085013A" w14:paraId="63D9DE79" w14:textId="77777777">
        <w:tc>
          <w:tcPr>
            <w:tcW w:w="5103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85013A" w14:paraId="1A0C1EFC" w14:textId="77777777">
        <w:tc>
          <w:tcPr>
            <w:tcW w:w="5103" w:type="dxa"/>
          </w:tcPr>
          <w:p w:rsidRPr="009C54AE" w:rsidR="0085747A" w:rsidP="00320306" w:rsidRDefault="00C61DC5" w14:paraId="765A5D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:rsidRPr="009C54AE" w:rsidR="0085747A" w:rsidP="006A147C" w:rsidRDefault="007918CB" w14:paraId="43FBD11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61DC5" w:rsidTr="0085013A" w14:paraId="241AFB94" w14:textId="77777777">
        <w:tc>
          <w:tcPr>
            <w:tcW w:w="5103" w:type="dxa"/>
          </w:tcPr>
          <w:p w:rsidRPr="009C54AE" w:rsidR="00C61DC5" w:rsidP="009C54AE" w:rsidRDefault="00C61DC5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:rsidRPr="009C54AE" w:rsidR="00C61DC5" w:rsidP="006A147C" w:rsidRDefault="00834DA3" w14:paraId="5FCD5EC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C61DC5" w:rsidTr="0085013A" w14:paraId="22E1E7C1" w14:textId="77777777">
        <w:tc>
          <w:tcPr>
            <w:tcW w:w="5103" w:type="dxa"/>
          </w:tcPr>
          <w:p w:rsidRPr="009C54AE" w:rsidR="00C61DC5" w:rsidP="007918CB" w:rsidRDefault="00C61DC5" w14:paraId="2DF1B5BC" w14:textId="422161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:rsidRPr="009C54AE" w:rsidR="00C61DC5" w:rsidP="00834DA3" w:rsidRDefault="007918CB" w14:paraId="00B008B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34D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85747A" w:rsidTr="0085013A" w14:paraId="20B8E38B" w14:textId="77777777">
        <w:tc>
          <w:tcPr>
            <w:tcW w:w="5103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Pr="006A147C" w:rsidR="0085747A" w:rsidP="006A147C" w:rsidRDefault="007918CB" w14:paraId="0CCF700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Pr="009C54AE" w:rsidR="0085747A" w:rsidTr="0085013A" w14:paraId="6B7A9073" w14:textId="77777777">
        <w:tc>
          <w:tcPr>
            <w:tcW w:w="5103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Pr="006A147C" w:rsidR="0085747A" w:rsidP="006A147C" w:rsidRDefault="007918CB" w14:paraId="7C964D7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3E1941" w:rsidP="00013CB1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013CB1" w:rsidR="00ED29C0" w:rsidP="00013CB1" w:rsidRDefault="00ED29C0" w14:paraId="6B69937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9C54AE" w:rsidR="0085747A" w:rsidP="009C54AE" w:rsidRDefault="0085747A" w14:paraId="3FE9F23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C221BA" w14:paraId="5454FE0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94651C" w:rsidRDefault="007918CB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C221BA" w14:paraId="5BCC84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94651C" w:rsidRDefault="007918CB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013CB1" w:rsidRDefault="003E1941" w14:paraId="1F72F6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8CE6F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48688A5" w14:paraId="3AA5711C" w14:textId="77777777">
        <w:trPr>
          <w:trHeight w:val="397"/>
        </w:trPr>
        <w:tc>
          <w:tcPr>
            <w:tcW w:w="5000" w:type="pct"/>
          </w:tcPr>
          <w:p w:rsidR="0085747A" w:rsidP="00900E85" w:rsidRDefault="0085747A" w14:paraId="729C96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918CB" w:rsidR="00390C32" w:rsidP="00900E85" w:rsidRDefault="00390C32" w14:paraId="33BFDD40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:rsidRPr="00900E85" w:rsidR="00900E85" w:rsidP="048688A5" w:rsidRDefault="55621D32" w14:paraId="4DC2A524" w14:textId="681B873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Kleer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CeDeWu, Warszawa 2010. </w:t>
            </w:r>
          </w:p>
          <w:p w:rsidRPr="00900E85" w:rsidR="00900E85" w:rsidP="048688A5" w:rsidRDefault="08D162E9" w14:paraId="29989E62" w14:textId="6D3028F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Stiglitz J.E.,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Pr="048688A5" w:rsidR="47D9404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Pr="00390C32" w:rsidR="007918CB" w:rsidP="048688A5" w:rsidRDefault="47D9404F" w14:paraId="0665E66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Pr="048688A5" w:rsidR="60B9025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48688A5" w:rsidR="60B90259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Pr="048688A5" w:rsidR="60B90259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Pr="009C54AE" w:rsidR="0085747A" w:rsidTr="048688A5" w14:paraId="19EF45FE" w14:textId="77777777">
        <w:trPr>
          <w:trHeight w:val="397"/>
        </w:trPr>
        <w:tc>
          <w:tcPr>
            <w:tcW w:w="5000" w:type="pct"/>
          </w:tcPr>
          <w:p w:rsidR="0085747A" w:rsidP="00900E85" w:rsidRDefault="0085747A" w14:paraId="218CA5F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577DFC" w:rsidP="048688A5" w:rsidRDefault="16338AAF" w14:paraId="6D4F6EB8" w14:textId="781F1CB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:rsidRPr="00577DFC" w:rsidR="00577DFC" w:rsidP="048688A5" w:rsidRDefault="16338AAF" w14:paraId="56D5D799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Pr="048688A5" w:rsidR="3D55F7E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48688A5" w:rsidR="1B608641">
              <w:rPr>
                <w:rFonts w:ascii="Corbel" w:hAnsi="Corbel"/>
                <w:b w:val="0"/>
                <w:smallCaps w:val="0"/>
                <w:sz w:val="22"/>
              </w:rPr>
              <w:t>Wyd. Ekonomiczne Heterodox, Poznań 2016.</w:t>
            </w:r>
          </w:p>
          <w:p w:rsidRPr="00577DFC" w:rsidR="00577DFC" w:rsidP="048688A5" w:rsidRDefault="16338AAF" w14:paraId="77D83BBD" w14:textId="643C0A1E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Oleksiuk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Pr="048688A5" w:rsidR="3D55F7E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Difin, Warszawa 2020.</w:t>
            </w:r>
          </w:p>
          <w:p w:rsidRPr="00577DFC" w:rsidR="00577DFC" w:rsidP="048688A5" w:rsidRDefault="751BB8F3" w14:paraId="18DA7902" w14:textId="4314286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eastAsia="Corbel" w:cs="Corbel"/>
                <w:b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Wosiek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Uwarunkowania rozwoju kapitału intelektualnego w kontekście sytuacji finansowej jednostek 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Pr="048688A5" w:rsidR="01633583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:rsidR="0085013A" w:rsidP="00013CB1" w:rsidRDefault="0085013A" w14:paraId="61CDCE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13CB1" w:rsidR="0085747A" w:rsidP="00013CB1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013CB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8712B" w:rsidP="00C16ABF" w:rsidRDefault="0078712B" w14:paraId="0DFC25F7" w14:textId="77777777">
      <w:pPr>
        <w:spacing w:after="0" w:line="240" w:lineRule="auto"/>
      </w:pPr>
      <w:r>
        <w:separator/>
      </w:r>
    </w:p>
  </w:endnote>
  <w:endnote w:type="continuationSeparator" w:id="0">
    <w:p w:rsidR="0078712B" w:rsidP="00C16ABF" w:rsidRDefault="0078712B" w14:paraId="1B0B45C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8712B" w:rsidP="00C16ABF" w:rsidRDefault="0078712B" w14:paraId="3DF75C01" w14:textId="77777777">
      <w:pPr>
        <w:spacing w:after="0" w:line="240" w:lineRule="auto"/>
      </w:pPr>
      <w:r>
        <w:separator/>
      </w:r>
    </w:p>
  </w:footnote>
  <w:footnote w:type="continuationSeparator" w:id="0">
    <w:p w:rsidR="0078712B" w:rsidP="00C16ABF" w:rsidRDefault="0078712B" w14:paraId="45E86476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3DD5"/>
    <w:rsid w:val="000F5615"/>
    <w:rsid w:val="00117D47"/>
    <w:rsid w:val="0012560E"/>
    <w:rsid w:val="00127108"/>
    <w:rsid w:val="00134B13"/>
    <w:rsid w:val="001408F2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4C33"/>
    <w:rsid w:val="001D657B"/>
    <w:rsid w:val="001D7B54"/>
    <w:rsid w:val="001E0209"/>
    <w:rsid w:val="001E0C12"/>
    <w:rsid w:val="001F2CA2"/>
    <w:rsid w:val="002144C0"/>
    <w:rsid w:val="00214F04"/>
    <w:rsid w:val="0022477D"/>
    <w:rsid w:val="00226D33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244A"/>
    <w:rsid w:val="0042745A"/>
    <w:rsid w:val="00431D5C"/>
    <w:rsid w:val="00431FED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7C63"/>
    <w:rsid w:val="00521F67"/>
    <w:rsid w:val="0053110F"/>
    <w:rsid w:val="00531D4A"/>
    <w:rsid w:val="005363C4"/>
    <w:rsid w:val="00536BDE"/>
    <w:rsid w:val="00543ACC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168C"/>
    <w:rsid w:val="0078712B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5013A"/>
    <w:rsid w:val="00851E41"/>
    <w:rsid w:val="0085747A"/>
    <w:rsid w:val="0086205A"/>
    <w:rsid w:val="00865492"/>
    <w:rsid w:val="00881601"/>
    <w:rsid w:val="00884922"/>
    <w:rsid w:val="00885F64"/>
    <w:rsid w:val="008917F9"/>
    <w:rsid w:val="008A45F7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E31"/>
    <w:rsid w:val="009C54AE"/>
    <w:rsid w:val="009C788E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6E4F"/>
    <w:rsid w:val="00BB520A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129B8"/>
    <w:rsid w:val="00E21E7D"/>
    <w:rsid w:val="00E22FBC"/>
    <w:rsid w:val="00E24BF5"/>
    <w:rsid w:val="00E25338"/>
    <w:rsid w:val="00E51E44"/>
    <w:rsid w:val="00E56A34"/>
    <w:rsid w:val="00E63348"/>
    <w:rsid w:val="00E77E88"/>
    <w:rsid w:val="00E8107D"/>
    <w:rsid w:val="00E8382A"/>
    <w:rsid w:val="00EA442B"/>
    <w:rsid w:val="00EA5242"/>
    <w:rsid w:val="00EC4899"/>
    <w:rsid w:val="00ED03AB"/>
    <w:rsid w:val="00ED29C0"/>
    <w:rsid w:val="00ED32D2"/>
    <w:rsid w:val="00EE32DE"/>
    <w:rsid w:val="00EE5457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51C0"/>
    <w:rsid w:val="00FF5E7D"/>
    <w:rsid w:val="01633583"/>
    <w:rsid w:val="03FAD45F"/>
    <w:rsid w:val="048688A5"/>
    <w:rsid w:val="08D162E9"/>
    <w:rsid w:val="0955AD36"/>
    <w:rsid w:val="09D78EBC"/>
    <w:rsid w:val="0A8BE2E2"/>
    <w:rsid w:val="0C8D4DF8"/>
    <w:rsid w:val="136548A5"/>
    <w:rsid w:val="16338AAF"/>
    <w:rsid w:val="18EE6E26"/>
    <w:rsid w:val="1B608641"/>
    <w:rsid w:val="1BE68889"/>
    <w:rsid w:val="1D24DB9D"/>
    <w:rsid w:val="1EEF6561"/>
    <w:rsid w:val="30A94712"/>
    <w:rsid w:val="38DED04F"/>
    <w:rsid w:val="3C167111"/>
    <w:rsid w:val="3D55F7EA"/>
    <w:rsid w:val="41563D73"/>
    <w:rsid w:val="42CA31AF"/>
    <w:rsid w:val="47D9404F"/>
    <w:rsid w:val="50B811B5"/>
    <w:rsid w:val="55621D32"/>
    <w:rsid w:val="5D89AE7A"/>
    <w:rsid w:val="60B90259"/>
    <w:rsid w:val="6AFF7347"/>
    <w:rsid w:val="751B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chartTrackingRefBased/>
  <w15:docId w15:val="{B6D5B963-B6A8-407B-9073-BB52F75B6BD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9DB83A-8EA4-43B8-9E8E-1BC3F9BE4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37B577-8135-4243-8DBF-AA29693B0E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Jastrzębska Władysława</lastModifiedBy>
  <revision>12</revision>
  <lastPrinted>2020-05-16T18:04:00.0000000Z</lastPrinted>
  <dcterms:created xsi:type="dcterms:W3CDTF">2020-11-30T16:11:00.0000000Z</dcterms:created>
  <dcterms:modified xsi:type="dcterms:W3CDTF">2020-12-11T11:20:35.5181782Z</dcterms:modified>
</coreProperties>
</file>